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A5CA4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8A5CA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8A5CA4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8A5CA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4EB60FF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proofErr w:type="spellStart"/>
    <w:r>
      <w:rPr>
        <w:rFonts w:ascii="Arial" w:hAnsi="Arial"/>
        <w:b/>
        <w:lang w:val="fr-BE"/>
      </w:rPr>
      <w:t>Brenta</w:t>
    </w:r>
    <w:proofErr w:type="spellEnd"/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0D3182-A4DA-42F5-9553-F35F9F082F52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388</TotalTime>
  <Pages>2</Pages>
  <Words>316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2021-01-29T14:16:00Z</dcterms:created>
  <dcterms:modified xsi:type="dcterms:W3CDTF">2023-12-22T08:30:00Z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